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30BA001A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486FDF" w:rsidRPr="009F7161">
              <w:rPr>
                <w:rFonts w:ascii="Times New Roman" w:eastAsia="Calibri" w:hAnsi="Times New Roman" w:cs="Times New Roman"/>
              </w:rPr>
              <w:t>MTÜ Sandla Külade Seltsi</w:t>
            </w:r>
            <w:r w:rsidR="00486FDF" w:rsidRPr="00486FDF">
              <w:rPr>
                <w:rFonts w:eastAsia="Calibri"/>
              </w:rPr>
              <w:t xml:space="preserve">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C32CA61" w:rsidR="00F21C04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438ADD5B" w14:textId="77777777" w:rsidR="009F7161" w:rsidRPr="00645CA1" w:rsidRDefault="009F7161" w:rsidP="00E06C31">
            <w:pPr>
              <w:rPr>
                <w:rFonts w:ascii="Times New Roman" w:eastAsia="Calibri" w:hAnsi="Times New Roman" w:cs="Times New Roman"/>
              </w:rPr>
            </w:pPr>
          </w:p>
          <w:p w14:paraId="5055F206" w14:textId="668DFC26" w:rsidR="009F7161" w:rsidRDefault="009F7161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MTÜ Sandla Külade Seltsi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</w:t>
            </w:r>
          </w:p>
          <w:p w14:paraId="61719C95" w14:textId="415AB81C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täitmisel on: </w:t>
            </w:r>
          </w:p>
          <w:p w14:paraId="61719C96" w14:textId="0596D897" w:rsidR="00F21C04" w:rsidRPr="00645CA1" w:rsidRDefault="00486FDF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 w:rsidRPr="00486FDF">
              <w:rPr>
                <w:rFonts w:ascii="Times New Roman" w:eastAsia="Calibri" w:hAnsi="Times New Roman" w:cs="Times New Roman"/>
              </w:rPr>
              <w:t>Annely Õisnurm</w:t>
            </w:r>
            <w:r w:rsidR="00F21C04" w:rsidRPr="00486FDF">
              <w:rPr>
                <w:rFonts w:ascii="Times New Roman" w:eastAsia="Calibri" w:hAnsi="Times New Roman" w:cs="Times New Roman"/>
              </w:rPr>
              <w:t xml:space="preserve">, </w:t>
            </w:r>
            <w:r w:rsidRPr="00486FDF">
              <w:rPr>
                <w:rFonts w:ascii="Times New Roman" w:eastAsia="Calibri" w:hAnsi="Times New Roman" w:cs="Times New Roman"/>
              </w:rPr>
              <w:t>sandla.rahvamaja@saarekultuur.ee</w:t>
            </w:r>
            <w:r w:rsidR="00F21C04" w:rsidRPr="00486FDF">
              <w:rPr>
                <w:rFonts w:ascii="Times New Roman" w:eastAsia="Calibri" w:hAnsi="Times New Roman" w:cs="Times New Roman"/>
              </w:rPr>
              <w:t xml:space="preserve">, </w:t>
            </w:r>
            <w:r w:rsidRPr="00486FDF">
              <w:rPr>
                <w:rFonts w:ascii="Times New Roman" w:eastAsia="Calibri" w:hAnsi="Times New Roman" w:cs="Times New Roman"/>
              </w:rPr>
              <w:t>53025620</w:t>
            </w:r>
            <w:r w:rsidR="00F21C04" w:rsidRPr="00645CA1">
              <w:rPr>
                <w:rFonts w:ascii="Times New Roman" w:eastAsia="Calibri" w:hAnsi="Times New Roman" w:cs="Times New Roman"/>
              </w:rPr>
              <w:t>.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38AF6DF4" w14:textId="77777777" w:rsidR="00486FDF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61719C99" w14:textId="7F75A51F" w:rsidR="00F21C04" w:rsidRPr="00486FDF" w:rsidRDefault="00486FDF" w:rsidP="00E06C31">
            <w:pPr>
              <w:rPr>
                <w:rFonts w:ascii="Times New Roman" w:eastAsia="Calibri" w:hAnsi="Times New Roman" w:cs="Times New Roman"/>
              </w:rPr>
            </w:pPr>
            <w:r w:rsidRPr="00486FDF">
              <w:rPr>
                <w:rFonts w:ascii="Times New Roman" w:eastAsia="Calibri" w:hAnsi="Times New Roman" w:cs="Times New Roman"/>
              </w:rPr>
              <w:t>Swedbank EE862200221054362735</w:t>
            </w:r>
            <w:r w:rsidR="00F21C04" w:rsidRPr="00486FDF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D" w14:textId="60F6EEA6" w:rsidR="00F21C04" w:rsidRPr="00645CA1" w:rsidRDefault="00486FDF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MTÜ Sandla Külade Seltsi juhatuse liige Annely </w:t>
            </w:r>
            <w:r w:rsidR="009F7161">
              <w:rPr>
                <w:rFonts w:ascii="Times New Roman" w:eastAsia="Calibri" w:hAnsi="Times New Roman" w:cs="Times New Roman"/>
              </w:rPr>
              <w:t>Õ</w:t>
            </w:r>
            <w:r>
              <w:rPr>
                <w:rFonts w:ascii="Times New Roman" w:eastAsia="Calibri" w:hAnsi="Times New Roman" w:cs="Times New Roman"/>
              </w:rPr>
              <w:t>isnurm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7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A729E" w14:textId="77777777" w:rsidR="00BF7FC7" w:rsidRDefault="00BF7FC7" w:rsidP="00DF44DF">
      <w:r>
        <w:separator/>
      </w:r>
    </w:p>
  </w:endnote>
  <w:endnote w:type="continuationSeparator" w:id="0">
    <w:p w14:paraId="03F149C3" w14:textId="77777777" w:rsidR="00BF7FC7" w:rsidRDefault="00BF7FC7" w:rsidP="00DF44DF">
      <w:r>
        <w:continuationSeparator/>
      </w:r>
    </w:p>
  </w:endnote>
  <w:endnote w:type="continuationNotice" w:id="1">
    <w:p w14:paraId="668D4CC2" w14:textId="77777777" w:rsidR="00BF7FC7" w:rsidRDefault="00BF7FC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3A7C0" w14:textId="77777777" w:rsidR="00BF7FC7" w:rsidRDefault="00BF7FC7" w:rsidP="00DF44DF">
      <w:r>
        <w:separator/>
      </w:r>
    </w:p>
  </w:footnote>
  <w:footnote w:type="continuationSeparator" w:id="0">
    <w:p w14:paraId="67E259B3" w14:textId="77777777" w:rsidR="00BF7FC7" w:rsidRDefault="00BF7FC7" w:rsidP="00DF44DF">
      <w:r>
        <w:continuationSeparator/>
      </w:r>
    </w:p>
  </w:footnote>
  <w:footnote w:type="continuationNotice" w:id="1">
    <w:p w14:paraId="71302070" w14:textId="77777777" w:rsidR="00BF7FC7" w:rsidRDefault="00BF7FC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93E4A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86FDF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0316B"/>
    <w:rsid w:val="0091786B"/>
    <w:rsid w:val="00932CDE"/>
    <w:rsid w:val="009370A4"/>
    <w:rsid w:val="009709A8"/>
    <w:rsid w:val="00976F7E"/>
    <w:rsid w:val="009C12AA"/>
    <w:rsid w:val="009C4E97"/>
    <w:rsid w:val="009E7F4A"/>
    <w:rsid w:val="009F7161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BF7FC7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5</TotalTime>
  <Pages>1</Pages>
  <Words>205</Words>
  <Characters>1195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Annely Õisnurm</cp:lastModifiedBy>
  <cp:revision>2</cp:revision>
  <cp:lastPrinted>2014-04-02T13:57:00Z</cp:lastPrinted>
  <dcterms:created xsi:type="dcterms:W3CDTF">2023-03-21T13:05:00Z</dcterms:created>
  <dcterms:modified xsi:type="dcterms:W3CDTF">2023-03-21T13:05:00Z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